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234" w:rsidRDefault="00610234" w:rsidP="00540EE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610234" w:rsidRDefault="00610234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610234" w:rsidRDefault="00610234" w:rsidP="00540EE1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610234" w:rsidRDefault="00610234" w:rsidP="00540EE1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10234" w:rsidRDefault="00610234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610234" w:rsidRDefault="00610234" w:rsidP="00540EE1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610234" w:rsidRDefault="00610234" w:rsidP="00090E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610234" w:rsidRDefault="00610234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610234" w:rsidRDefault="00610234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t.j. </w:t>
      </w:r>
      <w:r w:rsidRPr="00C1499C">
        <w:rPr>
          <w:b/>
          <w:sz w:val="24"/>
          <w:szCs w:val="24"/>
        </w:rPr>
        <w:t>Dz. U. z 2017 r. poz.1579</w:t>
      </w:r>
      <w:r>
        <w:rPr>
          <w:b/>
          <w:sz w:val="24"/>
          <w:szCs w:val="24"/>
        </w:rPr>
        <w:t xml:space="preserve"> z późn. zm.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dalej jako  UPZP, </w:t>
      </w:r>
    </w:p>
    <w:p w:rsidR="00610234" w:rsidRDefault="00610234" w:rsidP="00090EA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610234" w:rsidRDefault="00610234" w:rsidP="00540EE1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610234" w:rsidRPr="007F3A94" w:rsidRDefault="00610234" w:rsidP="00F3238F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7F3A94">
        <w:rPr>
          <w:rFonts w:ascii="Arial" w:hAnsi="Arial" w:cs="Arial"/>
          <w:b/>
          <w:bCs/>
          <w:i/>
          <w:iCs/>
          <w:sz w:val="21"/>
          <w:szCs w:val="21"/>
        </w:rPr>
        <w:t>„Wykonanie oznakowania poziomego na terenie miasta Bydgoszczy w 2018r.”</w:t>
      </w:r>
    </w:p>
    <w:p w:rsidR="00610234" w:rsidRDefault="00610234" w:rsidP="00540EE1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610234" w:rsidRDefault="00610234" w:rsidP="00090EA5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610234" w:rsidRPr="00540EE1" w:rsidRDefault="00610234" w:rsidP="00540EE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 1 pkt 13-22 UPZP.</w:t>
      </w:r>
    </w:p>
    <w:p w:rsidR="00610234" w:rsidRDefault="00610234" w:rsidP="00090EA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ust. 5 pkt 1 i 8 UPZP.</w:t>
      </w:r>
    </w:p>
    <w:p w:rsidR="00610234" w:rsidRDefault="00610234" w:rsidP="00540E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……………………………………………………</w:t>
      </w:r>
    </w:p>
    <w:p w:rsidR="00610234" w:rsidRDefault="00610234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610234" w:rsidRDefault="00610234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10234" w:rsidRDefault="00610234" w:rsidP="00E75EDD">
      <w:pPr>
        <w:spacing w:after="0"/>
        <w:jc w:val="both"/>
        <w:rPr>
          <w:i/>
          <w:sz w:val="21"/>
          <w:szCs w:val="21"/>
        </w:rPr>
      </w:pPr>
      <w:r w:rsidRPr="00540EE1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610234" w:rsidRPr="00E75EDD" w:rsidRDefault="00610234" w:rsidP="00090EA5">
      <w:pPr>
        <w:jc w:val="both"/>
        <w:rPr>
          <w:i/>
          <w:sz w:val="8"/>
          <w:szCs w:val="21"/>
        </w:rPr>
      </w:pPr>
    </w:p>
    <w:p w:rsidR="00610234" w:rsidRDefault="00610234" w:rsidP="00090EA5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UPZP</w:t>
      </w:r>
      <w:r>
        <w:rPr>
          <w:rFonts w:ascii="Arial" w:hAnsi="Arial" w:cs="Arial"/>
          <w:sz w:val="20"/>
          <w:szCs w:val="20"/>
        </w:rPr>
        <w:t xml:space="preserve"> </w:t>
      </w:r>
      <w:r w:rsidRPr="00362672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1"/>
          <w:szCs w:val="21"/>
        </w:rPr>
        <w:t>pkt 1 i 8 UPZP</w:t>
      </w:r>
      <w:r w:rsidRPr="00362672">
        <w:rPr>
          <w:rFonts w:ascii="Arial" w:hAnsi="Arial" w:cs="Arial"/>
          <w:i/>
          <w:sz w:val="21"/>
          <w:szCs w:val="21"/>
        </w:rPr>
        <w:t>).</w:t>
      </w:r>
    </w:p>
    <w:p w:rsidR="00610234" w:rsidRDefault="00610234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UPZP podjąłem następujące środki naprawcze: </w:t>
      </w:r>
    </w:p>
    <w:p w:rsidR="00610234" w:rsidRDefault="00610234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610234" w:rsidRDefault="00610234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…………………………………………………………………………………………………………………………………………………………………………………………………………………..………………….............</w:t>
      </w:r>
    </w:p>
    <w:p w:rsidR="00610234" w:rsidRDefault="00610234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10234" w:rsidRDefault="00610234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610234" w:rsidRDefault="00610234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610234" w:rsidRDefault="00610234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10234" w:rsidRDefault="00610234" w:rsidP="00090EA5">
      <w:pPr>
        <w:jc w:val="both"/>
        <w:rPr>
          <w:i/>
        </w:rPr>
      </w:pPr>
      <w:r w:rsidRPr="00836300">
        <w:rPr>
          <w:i/>
        </w:rPr>
        <w:t xml:space="preserve">* podpis(y) osoby(osób) uprawnionej(ych) do składania oświadczeń woli w imieniu wykonawcy/pełnomocnika </w:t>
      </w:r>
    </w:p>
    <w:p w:rsidR="00610234" w:rsidRPr="00836300" w:rsidRDefault="00610234" w:rsidP="00090EA5">
      <w:pPr>
        <w:jc w:val="both"/>
        <w:rPr>
          <w:i/>
        </w:rPr>
      </w:pPr>
    </w:p>
    <w:p w:rsidR="00610234" w:rsidRPr="00B34D0E" w:rsidRDefault="00610234" w:rsidP="00AD06DD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 w:rsidRPr="00B34D0E"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610234" w:rsidRPr="00E96C5D" w:rsidRDefault="00610234" w:rsidP="00AD06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tj.:……………………………………... …….………………………………………………………………………………………….………..……………………………………………………………………………………………</w:t>
      </w:r>
    </w:p>
    <w:p w:rsidR="00610234" w:rsidRPr="00E96C5D" w:rsidRDefault="00610234" w:rsidP="00AD06DD">
      <w:pPr>
        <w:spacing w:line="360" w:lineRule="auto"/>
        <w:jc w:val="center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(podać pełną nazwę/firmę, adres, a także w zależności od podmiotu: NIP/PESEL, KRS/CEiDG)</w:t>
      </w:r>
    </w:p>
    <w:p w:rsidR="00610234" w:rsidRPr="00E96C5D" w:rsidRDefault="00610234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nie zachodzą podstawy wykluczenia z postępowania o udzielenie zamówienia, o  których mowa w art. 24 ust. 1 pkt. 13-22 i ust. 5 pkt 1 i 8 UPZP</w:t>
      </w:r>
    </w:p>
    <w:p w:rsidR="00610234" w:rsidRPr="00E96C5D" w:rsidRDefault="00610234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10234" w:rsidRPr="00E96C5D" w:rsidRDefault="00610234" w:rsidP="00AD06D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 xml:space="preserve">………………….……. </w:t>
      </w:r>
      <w:r w:rsidRPr="00E96C5D">
        <w:rPr>
          <w:rFonts w:ascii="Arial" w:hAnsi="Arial" w:cs="Arial"/>
          <w:i/>
          <w:sz w:val="21"/>
          <w:szCs w:val="21"/>
        </w:rPr>
        <w:t xml:space="preserve">(miejscowość), </w:t>
      </w:r>
      <w:r w:rsidRPr="00E96C5D">
        <w:rPr>
          <w:rFonts w:ascii="Arial" w:hAnsi="Arial" w:cs="Arial"/>
          <w:sz w:val="21"/>
          <w:szCs w:val="21"/>
        </w:rPr>
        <w:t>dnia …………………. r. …..</w:t>
      </w:r>
      <w:r w:rsidRPr="00E96C5D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:rsidR="00610234" w:rsidRPr="00E96C5D" w:rsidRDefault="00610234" w:rsidP="00AD06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(podpis*)</w:t>
      </w:r>
    </w:p>
    <w:p w:rsidR="00610234" w:rsidRPr="00E96C5D" w:rsidRDefault="00610234" w:rsidP="00AD06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10234" w:rsidRPr="00E96C5D" w:rsidRDefault="00610234" w:rsidP="00AD06DD">
      <w:pPr>
        <w:jc w:val="both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610234" w:rsidRDefault="00610234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10234" w:rsidRDefault="00610234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610234" w:rsidRDefault="00610234" w:rsidP="00090EA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10234" w:rsidRDefault="00610234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10234" w:rsidRDefault="00610234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10234" w:rsidRDefault="00610234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10234" w:rsidRDefault="00610234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610234" w:rsidRPr="00E75EDD" w:rsidRDefault="00610234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10234" w:rsidRPr="00E75EDD" w:rsidRDefault="00610234" w:rsidP="00090EA5">
      <w:pPr>
        <w:jc w:val="both"/>
        <w:rPr>
          <w:i/>
          <w:sz w:val="21"/>
          <w:szCs w:val="21"/>
        </w:rPr>
      </w:pPr>
      <w:r w:rsidRPr="00E75EDD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610234" w:rsidRDefault="00610234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10234" w:rsidRDefault="00610234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10234" w:rsidRDefault="00610234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10234" w:rsidRDefault="00610234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10234" w:rsidRDefault="00610234" w:rsidP="00090EA5">
      <w:pPr>
        <w:ind w:right="8788"/>
        <w:rPr>
          <w:i/>
          <w:iCs/>
        </w:rPr>
      </w:pPr>
      <w:r w:rsidRPr="002A3E28"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610234" w:rsidRPr="006975BB" w:rsidRDefault="00610234" w:rsidP="00090EA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 xml:space="preserve">Oświadczenie należy złożyć w oryginale. </w:t>
      </w:r>
    </w:p>
    <w:p w:rsidR="00610234" w:rsidRPr="006975BB" w:rsidRDefault="00610234" w:rsidP="00090EA5">
      <w:pPr>
        <w:jc w:val="both"/>
        <w:rPr>
          <w:i/>
        </w:rPr>
      </w:pPr>
      <w:r w:rsidRPr="006975BB">
        <w:rPr>
          <w:i/>
        </w:rPr>
        <w:t>Oświadczenie składa każdy z wykonawców wspólnie ubiegających się o udzielenie zamówienia.</w:t>
      </w:r>
    </w:p>
    <w:p w:rsidR="00610234" w:rsidRDefault="00610234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10234" w:rsidRDefault="00610234" w:rsidP="00090EA5"/>
    <w:p w:rsidR="00610234" w:rsidRPr="00090EA5" w:rsidRDefault="00610234" w:rsidP="00090EA5"/>
    <w:sectPr w:rsidR="00610234" w:rsidRPr="00090EA5" w:rsidSect="00540EE1">
      <w:headerReference w:type="default" r:id="rId7"/>
      <w:footerReference w:type="default" r:id="rId8"/>
      <w:pgSz w:w="11906" w:h="16838"/>
      <w:pgMar w:top="993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234" w:rsidRDefault="00610234" w:rsidP="008B6F0F">
      <w:pPr>
        <w:spacing w:after="0" w:line="240" w:lineRule="auto"/>
      </w:pPr>
      <w:r>
        <w:separator/>
      </w:r>
    </w:p>
  </w:endnote>
  <w:endnote w:type="continuationSeparator" w:id="0">
    <w:p w:rsidR="00610234" w:rsidRDefault="00610234" w:rsidP="008B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234" w:rsidRPr="008B6F0F" w:rsidRDefault="00610234">
    <w:pPr>
      <w:pStyle w:val="Footer"/>
      <w:jc w:val="center"/>
      <w:rPr>
        <w:sz w:val="24"/>
      </w:rPr>
    </w:pPr>
    <w:r w:rsidRPr="008B6F0F">
      <w:rPr>
        <w:sz w:val="24"/>
      </w:rPr>
      <w:t xml:space="preserve">Strona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PAGE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  <w:r w:rsidRPr="008B6F0F">
      <w:rPr>
        <w:sz w:val="24"/>
      </w:rPr>
      <w:t xml:space="preserve"> z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NUMPAGES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</w:p>
  <w:p w:rsidR="00610234" w:rsidRDefault="006102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234" w:rsidRDefault="00610234" w:rsidP="008B6F0F">
      <w:pPr>
        <w:spacing w:after="0" w:line="240" w:lineRule="auto"/>
      </w:pPr>
      <w:r>
        <w:separator/>
      </w:r>
    </w:p>
  </w:footnote>
  <w:footnote w:type="continuationSeparator" w:id="0">
    <w:p w:rsidR="00610234" w:rsidRDefault="00610234" w:rsidP="008B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234" w:rsidRDefault="00610234" w:rsidP="004778FB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  <w:rPr>
        <w:rFonts w:ascii="Arial" w:hAnsi="Arial" w:cs="Arial"/>
        <w:sz w:val="18"/>
        <w:szCs w:val="18"/>
      </w:rPr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 xml:space="preserve">028/2018              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>braku podstaw do wykluczenia</w:t>
    </w:r>
  </w:p>
  <w:p w:rsidR="00610234" w:rsidRPr="003875C0" w:rsidRDefault="00610234" w:rsidP="004778FB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</w:pP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6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i/>
        <w:iCs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F60"/>
    <w:rsid w:val="000036C0"/>
    <w:rsid w:val="000277CB"/>
    <w:rsid w:val="00037F0B"/>
    <w:rsid w:val="00074939"/>
    <w:rsid w:val="00090EA5"/>
    <w:rsid w:val="000B18A4"/>
    <w:rsid w:val="001E3C9C"/>
    <w:rsid w:val="002957D3"/>
    <w:rsid w:val="002A3E28"/>
    <w:rsid w:val="002C72A5"/>
    <w:rsid w:val="002F3DB9"/>
    <w:rsid w:val="0032081F"/>
    <w:rsid w:val="003419B0"/>
    <w:rsid w:val="00362672"/>
    <w:rsid w:val="003817A8"/>
    <w:rsid w:val="003875C0"/>
    <w:rsid w:val="003B1F60"/>
    <w:rsid w:val="003D5C62"/>
    <w:rsid w:val="0041211B"/>
    <w:rsid w:val="00467D6A"/>
    <w:rsid w:val="004778FB"/>
    <w:rsid w:val="00483AF9"/>
    <w:rsid w:val="00484B45"/>
    <w:rsid w:val="004D2FA9"/>
    <w:rsid w:val="00540EE1"/>
    <w:rsid w:val="00557E51"/>
    <w:rsid w:val="005763C1"/>
    <w:rsid w:val="00610234"/>
    <w:rsid w:val="006975BB"/>
    <w:rsid w:val="006C15B1"/>
    <w:rsid w:val="00742977"/>
    <w:rsid w:val="00750B21"/>
    <w:rsid w:val="007A2CAF"/>
    <w:rsid w:val="007C181A"/>
    <w:rsid w:val="007F3A94"/>
    <w:rsid w:val="00836300"/>
    <w:rsid w:val="00845FE1"/>
    <w:rsid w:val="008B6F0F"/>
    <w:rsid w:val="008F73BE"/>
    <w:rsid w:val="00A618EC"/>
    <w:rsid w:val="00A75432"/>
    <w:rsid w:val="00AD06DD"/>
    <w:rsid w:val="00B07A7F"/>
    <w:rsid w:val="00B34D0E"/>
    <w:rsid w:val="00B52711"/>
    <w:rsid w:val="00C1499C"/>
    <w:rsid w:val="00CB062B"/>
    <w:rsid w:val="00D60C29"/>
    <w:rsid w:val="00DD27A4"/>
    <w:rsid w:val="00E25EFF"/>
    <w:rsid w:val="00E75EDD"/>
    <w:rsid w:val="00E76B8C"/>
    <w:rsid w:val="00E96C5D"/>
    <w:rsid w:val="00EA7859"/>
    <w:rsid w:val="00EC6594"/>
    <w:rsid w:val="00ED0035"/>
    <w:rsid w:val="00EF4412"/>
    <w:rsid w:val="00EF64EE"/>
    <w:rsid w:val="00F3238F"/>
    <w:rsid w:val="00FD6138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F60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B1F60"/>
    <w:pPr>
      <w:ind w:left="720"/>
      <w:contextualSpacing/>
    </w:pPr>
  </w:style>
  <w:style w:type="paragraph" w:styleId="Header">
    <w:name w:val="header"/>
    <w:aliases w:val="Nagłówek strony"/>
    <w:basedOn w:val="Normal"/>
    <w:link w:val="HeaderChar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8B6F0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6F0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6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448</Words>
  <Characters>2693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Szalata</cp:lastModifiedBy>
  <cp:revision>21</cp:revision>
  <cp:lastPrinted>2018-05-10T10:31:00Z</cp:lastPrinted>
  <dcterms:created xsi:type="dcterms:W3CDTF">2018-02-20T08:11:00Z</dcterms:created>
  <dcterms:modified xsi:type="dcterms:W3CDTF">2018-05-10T10:31:00Z</dcterms:modified>
</cp:coreProperties>
</file>